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6" w:type="dxa"/>
        <w:tblLayout w:type="fixed"/>
        <w:tblLook w:val="0000"/>
      </w:tblPr>
      <w:tblGrid>
        <w:gridCol w:w="446"/>
        <w:gridCol w:w="6056"/>
        <w:gridCol w:w="424"/>
        <w:gridCol w:w="22"/>
        <w:gridCol w:w="1958"/>
      </w:tblGrid>
      <w:tr w:rsidR="00B17D29" w:rsidRPr="00D010D9">
        <w:trPr>
          <w:cantSplit/>
        </w:trPr>
        <w:tc>
          <w:tcPr>
            <w:tcW w:w="8906" w:type="dxa"/>
            <w:gridSpan w:val="5"/>
            <w:tcBorders>
              <w:bottom w:val="single" w:sz="2" w:space="0" w:color="999999"/>
            </w:tcBorders>
          </w:tcPr>
          <w:p w:rsidR="00B17D29" w:rsidRPr="00911485" w:rsidRDefault="005A6CC1" w:rsidP="00911485">
            <w:pPr>
              <w:pStyle w:val="ContactInformation"/>
            </w:pPr>
            <w:r>
              <w:fldChar w:fldCharType="begin"/>
            </w:r>
            <w:r w:rsidR="0073189C">
              <w:instrText>MACROBUTTON DoFieldClick [</w:instrText>
            </w:r>
            <w:r w:rsidR="0073189C" w:rsidRPr="0073189C">
              <w:rPr>
                <w:b/>
              </w:rPr>
              <w:instrText xml:space="preserve">Your </w:instrText>
            </w:r>
            <w:r w:rsidR="00911485">
              <w:rPr>
                <w:b/>
              </w:rPr>
              <w:instrText>N</w:instrText>
            </w:r>
            <w:r w:rsidR="0073189C" w:rsidRPr="0073189C">
              <w:rPr>
                <w:b/>
              </w:rPr>
              <w:instrText>ame</w:instrText>
            </w:r>
            <w:r w:rsidR="0073189C">
              <w:instrText>]</w:instrText>
            </w:r>
            <w:r>
              <w:fldChar w:fldCharType="end"/>
            </w:r>
          </w:p>
          <w:p w:rsidR="00B17D29" w:rsidRPr="00D010D9" w:rsidRDefault="005A6CC1" w:rsidP="00911485">
            <w:pPr>
              <w:pStyle w:val="ContactInformation"/>
            </w:pPr>
            <w:r w:rsidRPr="00D010D9">
              <w:fldChar w:fldCharType="begin"/>
            </w:r>
            <w:r w:rsidR="00B51F14" w:rsidRPr="00D010D9">
              <w:instrText xml:space="preserve">MACROBUTTON </w:instrText>
            </w:r>
            <w:r w:rsidR="00B51F14">
              <w:instrText>D</w:instrText>
            </w:r>
            <w:r w:rsidR="00B51F14" w:rsidRPr="00D010D9">
              <w:instrText>o</w:instrText>
            </w:r>
            <w:r w:rsidR="00B51F14">
              <w:instrText>FieldClick</w:instrText>
            </w:r>
            <w:r w:rsidR="00B51F14" w:rsidRPr="00D010D9">
              <w:instrText xml:space="preserve"> [</w:instrText>
            </w:r>
            <w:r w:rsidR="00911485">
              <w:rPr>
                <w:b/>
              </w:rPr>
              <w:instrText>Street</w:instrText>
            </w:r>
            <w:r w:rsidR="00B51F14">
              <w:rPr>
                <w:b/>
              </w:rPr>
              <w:instrText xml:space="preserve"> </w:instrText>
            </w:r>
            <w:r w:rsidR="00911485">
              <w:rPr>
                <w:b/>
              </w:rPr>
              <w:instrText>A</w:instrText>
            </w:r>
            <w:r w:rsidR="00B51F14">
              <w:rPr>
                <w:b/>
              </w:rPr>
              <w:instrText>ddress</w:instrText>
            </w:r>
            <w:r w:rsidR="00B51F14" w:rsidRPr="00D010D9">
              <w:instrText>]</w:instrText>
            </w:r>
            <w:r w:rsidRPr="00D010D9">
              <w:fldChar w:fldCharType="end"/>
            </w:r>
            <w:r w:rsidR="00911485">
              <w:t xml:space="preserve">, </w:t>
            </w:r>
            <w:r>
              <w:fldChar w:fldCharType="begin"/>
            </w:r>
            <w:r w:rsidR="00911485">
              <w:instrText>MACROBUTTON DoFieldClick [</w:instrText>
            </w:r>
            <w:r w:rsidR="00911485" w:rsidRPr="00911485">
              <w:rPr>
                <w:b/>
              </w:rPr>
              <w:instrText>City, ST  ZIP Code</w:instrText>
            </w:r>
            <w:r w:rsidR="00911485">
              <w:instrText>]</w:instrText>
            </w:r>
            <w:r>
              <w:fldChar w:fldCharType="end"/>
            </w:r>
          </w:p>
          <w:p w:rsidR="00624901" w:rsidRDefault="005A6CC1" w:rsidP="00911485">
            <w:pPr>
              <w:pStyle w:val="ContactInformation"/>
            </w:pPr>
            <w:r w:rsidRPr="00D010D9">
              <w:fldChar w:fldCharType="begin"/>
            </w:r>
            <w:r w:rsidR="00B17D29" w:rsidRPr="00D010D9">
              <w:instrText xml:space="preserve">MACROBUTTON </w:instrText>
            </w:r>
            <w:r w:rsidR="002644E8">
              <w:instrText>D</w:instrText>
            </w:r>
            <w:r w:rsidR="00B17D29" w:rsidRPr="00D010D9">
              <w:instrText>o</w:instrText>
            </w:r>
            <w:r w:rsidR="002644E8">
              <w:instrText>FieldClick</w:instrText>
            </w:r>
            <w:r w:rsidR="00B17D29" w:rsidRPr="00D010D9">
              <w:instrText xml:space="preserve"> [</w:instrText>
            </w:r>
            <w:r w:rsidR="00911485">
              <w:rPr>
                <w:b/>
              </w:rPr>
              <w:instrText>p</w:instrText>
            </w:r>
            <w:r w:rsidR="00B17D29" w:rsidRPr="00624901">
              <w:rPr>
                <w:b/>
              </w:rPr>
              <w:instrText>hone</w:instrText>
            </w:r>
            <w:r w:rsidR="00B17D29" w:rsidRPr="00D010D9">
              <w:instrText>]</w:instrText>
            </w:r>
            <w:r w:rsidRPr="00D010D9">
              <w:fldChar w:fldCharType="end"/>
            </w:r>
          </w:p>
          <w:p w:rsidR="00624901" w:rsidRPr="00D010D9" w:rsidRDefault="005A6CC1" w:rsidP="00911485">
            <w:pPr>
              <w:pStyle w:val="e-mailaddress"/>
            </w:pPr>
            <w:r w:rsidRPr="00D010D9">
              <w:fldChar w:fldCharType="begin"/>
            </w:r>
            <w:r w:rsidR="00624901" w:rsidRPr="00D010D9">
              <w:instrText xml:space="preserve">MACROBUTTON </w:instrText>
            </w:r>
            <w:r w:rsidR="00624901">
              <w:instrText>D</w:instrText>
            </w:r>
            <w:r w:rsidR="00624901" w:rsidRPr="00D010D9">
              <w:instrText>o</w:instrText>
            </w:r>
            <w:r w:rsidR="00624901">
              <w:instrText>FieldClick</w:instrText>
            </w:r>
            <w:r w:rsidR="00624901" w:rsidRPr="00D010D9">
              <w:instrText xml:space="preserve"> [</w:instrText>
            </w:r>
            <w:r w:rsidR="00911485" w:rsidRPr="00911485">
              <w:rPr>
                <w:b/>
              </w:rPr>
              <w:instrText>e-</w:instrText>
            </w:r>
            <w:r w:rsidR="00624901" w:rsidRPr="00624901">
              <w:rPr>
                <w:b/>
              </w:rPr>
              <w:instrText>mail</w:instrText>
            </w:r>
            <w:r w:rsidR="00624901" w:rsidRPr="00D010D9">
              <w:instrText>]</w:instrText>
            </w:r>
            <w:r w:rsidRPr="00D010D9">
              <w:fldChar w:fldCharType="end"/>
            </w:r>
          </w:p>
        </w:tc>
      </w:tr>
      <w:tr w:rsidR="00B17D29" w:rsidRPr="00D010D9">
        <w:trPr>
          <w:cantSplit/>
          <w:trHeight w:val="80"/>
        </w:trPr>
        <w:tc>
          <w:tcPr>
            <w:tcW w:w="8906" w:type="dxa"/>
            <w:gridSpan w:val="5"/>
            <w:tcBorders>
              <w:top w:val="single" w:sz="2" w:space="0" w:color="999999"/>
              <w:bottom w:val="single" w:sz="2" w:space="0" w:color="999999"/>
            </w:tcBorders>
          </w:tcPr>
          <w:p w:rsidR="00B17D29" w:rsidRDefault="00B17D29" w:rsidP="00534EF0">
            <w:pPr>
              <w:pStyle w:val="Heading1"/>
            </w:pPr>
            <w:r>
              <w:t>OBJECTIVE</w:t>
            </w:r>
          </w:p>
        </w:tc>
      </w:tr>
      <w:tr w:rsidR="00D010D9" w:rsidRPr="00D010D9">
        <w:trPr>
          <w:cantSplit/>
          <w:trHeight w:val="217"/>
        </w:trPr>
        <w:tc>
          <w:tcPr>
            <w:tcW w:w="446" w:type="dxa"/>
            <w:tcBorders>
              <w:top w:val="single" w:sz="2" w:space="0" w:color="999999"/>
              <w:bottom w:val="single" w:sz="2" w:space="0" w:color="999999"/>
            </w:tcBorders>
          </w:tcPr>
          <w:p w:rsidR="00D010D9" w:rsidRDefault="00D010D9" w:rsidP="00D010D9"/>
        </w:tc>
        <w:tc>
          <w:tcPr>
            <w:tcW w:w="8460" w:type="dxa"/>
            <w:gridSpan w:val="4"/>
            <w:tcBorders>
              <w:top w:val="single" w:sz="2" w:space="0" w:color="999999"/>
              <w:bottom w:val="single" w:sz="2" w:space="0" w:color="999999"/>
            </w:tcBorders>
          </w:tcPr>
          <w:p w:rsidR="00534EF0" w:rsidRPr="00D010D9" w:rsidRDefault="00D010D9" w:rsidP="00ED7CEF">
            <w:pPr>
              <w:pStyle w:val="bodytext"/>
            </w:pPr>
            <w:r w:rsidRPr="00D010D9">
              <w:t xml:space="preserve">A position as a </w:t>
            </w:r>
            <w:r w:rsidR="00ED7CEF">
              <w:t>wolf tracker in Yellowstone National Park</w:t>
            </w:r>
          </w:p>
        </w:tc>
      </w:tr>
      <w:tr w:rsidR="00B17D29" w:rsidRPr="00D010D9">
        <w:trPr>
          <w:cantSplit/>
          <w:trHeight w:val="120"/>
        </w:trPr>
        <w:tc>
          <w:tcPr>
            <w:tcW w:w="8906" w:type="dxa"/>
            <w:gridSpan w:val="5"/>
            <w:tcBorders>
              <w:top w:val="single" w:sz="2" w:space="0" w:color="999999"/>
              <w:bottom w:val="single" w:sz="2" w:space="0" w:color="999999"/>
            </w:tcBorders>
          </w:tcPr>
          <w:p w:rsidR="00B17D29" w:rsidRPr="00D010D9" w:rsidRDefault="00ED7CEF" w:rsidP="00534EF0">
            <w:pPr>
              <w:pStyle w:val="Heading1"/>
            </w:pPr>
            <w:r>
              <w:t>EDUCATION</w:t>
            </w:r>
          </w:p>
        </w:tc>
      </w:tr>
      <w:tr w:rsidR="00534EF0" w:rsidRPr="00D010D9">
        <w:trPr>
          <w:cantSplit/>
          <w:trHeight w:val="80"/>
        </w:trPr>
        <w:tc>
          <w:tcPr>
            <w:tcW w:w="446" w:type="dxa"/>
            <w:vMerge w:val="restart"/>
            <w:tcBorders>
              <w:top w:val="single" w:sz="2" w:space="0" w:color="999999"/>
            </w:tcBorders>
          </w:tcPr>
          <w:p w:rsidR="00534EF0" w:rsidRPr="00D010D9" w:rsidRDefault="00534EF0" w:rsidP="00D010D9"/>
        </w:tc>
        <w:tc>
          <w:tcPr>
            <w:tcW w:w="6480" w:type="dxa"/>
            <w:gridSpan w:val="2"/>
            <w:tcBorders>
              <w:top w:val="single" w:sz="2" w:space="0" w:color="999999"/>
            </w:tcBorders>
          </w:tcPr>
          <w:p w:rsidR="00534EF0" w:rsidRDefault="00534EF0" w:rsidP="00A976CE">
            <w:pPr>
              <w:pStyle w:val="Position"/>
            </w:pPr>
          </w:p>
        </w:tc>
        <w:tc>
          <w:tcPr>
            <w:tcW w:w="1980" w:type="dxa"/>
            <w:gridSpan w:val="2"/>
            <w:tcBorders>
              <w:top w:val="single" w:sz="2" w:space="0" w:color="999999"/>
            </w:tcBorders>
          </w:tcPr>
          <w:p w:rsidR="00534EF0" w:rsidRPr="00D010D9" w:rsidRDefault="00534EF0" w:rsidP="00534EF0">
            <w:pPr>
              <w:pStyle w:val="Dates"/>
            </w:pPr>
          </w:p>
        </w:tc>
      </w:tr>
      <w:tr w:rsidR="00534EF0" w:rsidRPr="00D010D9">
        <w:trPr>
          <w:cantSplit/>
          <w:trHeight w:val="652"/>
        </w:trPr>
        <w:tc>
          <w:tcPr>
            <w:tcW w:w="446" w:type="dxa"/>
            <w:vMerge/>
          </w:tcPr>
          <w:p w:rsidR="00534EF0" w:rsidRPr="00D010D9" w:rsidRDefault="00534EF0" w:rsidP="00D010D9"/>
        </w:tc>
        <w:tc>
          <w:tcPr>
            <w:tcW w:w="8460" w:type="dxa"/>
            <w:gridSpan w:val="4"/>
          </w:tcPr>
          <w:p w:rsidR="00534EF0" w:rsidRPr="00D010D9" w:rsidRDefault="00534EF0" w:rsidP="00ED7CEF">
            <w:pPr>
              <w:pStyle w:val="bulletedlist"/>
              <w:numPr>
                <w:ilvl w:val="0"/>
                <w:numId w:val="0"/>
              </w:numPr>
            </w:pPr>
          </w:p>
        </w:tc>
      </w:tr>
      <w:tr w:rsidR="00534EF0" w:rsidRPr="00D010D9">
        <w:trPr>
          <w:cantSplit/>
          <w:trHeight w:val="70"/>
        </w:trPr>
        <w:tc>
          <w:tcPr>
            <w:tcW w:w="446" w:type="dxa"/>
            <w:vMerge/>
          </w:tcPr>
          <w:p w:rsidR="00534EF0" w:rsidRPr="00D010D9" w:rsidRDefault="00534EF0" w:rsidP="00D010D9"/>
        </w:tc>
        <w:tc>
          <w:tcPr>
            <w:tcW w:w="6480" w:type="dxa"/>
            <w:gridSpan w:val="2"/>
          </w:tcPr>
          <w:p w:rsidR="00534EF0" w:rsidRDefault="00534EF0" w:rsidP="00A976CE">
            <w:pPr>
              <w:pStyle w:val="Position"/>
            </w:pPr>
          </w:p>
        </w:tc>
        <w:tc>
          <w:tcPr>
            <w:tcW w:w="1980" w:type="dxa"/>
            <w:gridSpan w:val="2"/>
          </w:tcPr>
          <w:p w:rsidR="00534EF0" w:rsidRPr="00D010D9" w:rsidRDefault="00534EF0" w:rsidP="00534EF0">
            <w:pPr>
              <w:pStyle w:val="Dates"/>
            </w:pPr>
          </w:p>
        </w:tc>
      </w:tr>
      <w:tr w:rsidR="00534EF0" w:rsidRPr="00D010D9" w:rsidTr="003C5D02">
        <w:trPr>
          <w:cantSplit/>
          <w:trHeight w:val="68"/>
        </w:trPr>
        <w:tc>
          <w:tcPr>
            <w:tcW w:w="446" w:type="dxa"/>
            <w:vMerge/>
          </w:tcPr>
          <w:p w:rsidR="00534EF0" w:rsidRPr="00D010D9" w:rsidRDefault="00534EF0" w:rsidP="00D010D9"/>
        </w:tc>
        <w:tc>
          <w:tcPr>
            <w:tcW w:w="8460" w:type="dxa"/>
            <w:gridSpan w:val="4"/>
          </w:tcPr>
          <w:p w:rsidR="00534EF0" w:rsidRPr="00D010D9" w:rsidRDefault="00534EF0" w:rsidP="003C5D02">
            <w:pPr>
              <w:pStyle w:val="bulletedlist"/>
              <w:numPr>
                <w:ilvl w:val="0"/>
                <w:numId w:val="0"/>
              </w:numPr>
            </w:pPr>
          </w:p>
        </w:tc>
      </w:tr>
      <w:tr w:rsidR="00534EF0" w:rsidRPr="00D010D9">
        <w:trPr>
          <w:cantSplit/>
          <w:trHeight w:val="70"/>
        </w:trPr>
        <w:tc>
          <w:tcPr>
            <w:tcW w:w="446" w:type="dxa"/>
            <w:vMerge/>
          </w:tcPr>
          <w:p w:rsidR="00534EF0" w:rsidRPr="00D010D9" w:rsidRDefault="00534EF0" w:rsidP="00D010D9"/>
        </w:tc>
        <w:tc>
          <w:tcPr>
            <w:tcW w:w="6480" w:type="dxa"/>
            <w:gridSpan w:val="2"/>
          </w:tcPr>
          <w:p w:rsidR="00534EF0" w:rsidRDefault="00534EF0" w:rsidP="00A976CE">
            <w:pPr>
              <w:pStyle w:val="Position"/>
            </w:pPr>
          </w:p>
        </w:tc>
        <w:tc>
          <w:tcPr>
            <w:tcW w:w="1980" w:type="dxa"/>
            <w:gridSpan w:val="2"/>
          </w:tcPr>
          <w:p w:rsidR="00534EF0" w:rsidRPr="00D010D9" w:rsidRDefault="00534EF0" w:rsidP="00534EF0">
            <w:pPr>
              <w:pStyle w:val="Dates"/>
            </w:pPr>
          </w:p>
        </w:tc>
      </w:tr>
      <w:tr w:rsidR="00534EF0" w:rsidRPr="00D010D9">
        <w:trPr>
          <w:cantSplit/>
          <w:trHeight w:val="652"/>
        </w:trPr>
        <w:tc>
          <w:tcPr>
            <w:tcW w:w="446" w:type="dxa"/>
            <w:vMerge/>
            <w:tcBorders>
              <w:bottom w:val="single" w:sz="2" w:space="0" w:color="999999"/>
            </w:tcBorders>
          </w:tcPr>
          <w:p w:rsidR="00534EF0" w:rsidRPr="00D010D9" w:rsidRDefault="00534EF0" w:rsidP="00D010D9"/>
        </w:tc>
        <w:tc>
          <w:tcPr>
            <w:tcW w:w="8460" w:type="dxa"/>
            <w:gridSpan w:val="4"/>
            <w:tcBorders>
              <w:bottom w:val="single" w:sz="2" w:space="0" w:color="999999"/>
            </w:tcBorders>
          </w:tcPr>
          <w:p w:rsidR="000C0974" w:rsidRPr="00D010D9" w:rsidRDefault="000C0974" w:rsidP="00ED7CEF">
            <w:pPr>
              <w:pStyle w:val="bulletedlistlastitem"/>
              <w:numPr>
                <w:ilvl w:val="0"/>
                <w:numId w:val="0"/>
              </w:numPr>
            </w:pPr>
          </w:p>
        </w:tc>
      </w:tr>
      <w:tr w:rsidR="00B17D29" w:rsidRPr="00D010D9">
        <w:trPr>
          <w:cantSplit/>
          <w:trHeight w:val="218"/>
        </w:trPr>
        <w:tc>
          <w:tcPr>
            <w:tcW w:w="8906" w:type="dxa"/>
            <w:gridSpan w:val="5"/>
            <w:tcBorders>
              <w:top w:val="single" w:sz="2" w:space="0" w:color="999999"/>
              <w:bottom w:val="single" w:sz="2" w:space="0" w:color="999999"/>
            </w:tcBorders>
          </w:tcPr>
          <w:p w:rsidR="00B17D29" w:rsidRPr="00D010D9" w:rsidRDefault="003C6E73" w:rsidP="00534EF0">
            <w:pPr>
              <w:pStyle w:val="Heading1"/>
            </w:pPr>
            <w:r>
              <w:t>WOrk Experience</w:t>
            </w:r>
          </w:p>
        </w:tc>
      </w:tr>
      <w:tr w:rsidR="00A976CE" w:rsidRPr="00D010D9">
        <w:trPr>
          <w:cantSplit/>
          <w:trHeight w:val="218"/>
        </w:trPr>
        <w:tc>
          <w:tcPr>
            <w:tcW w:w="446" w:type="dxa"/>
            <w:vMerge w:val="restart"/>
            <w:tcBorders>
              <w:top w:val="single" w:sz="2" w:space="0" w:color="999999"/>
            </w:tcBorders>
          </w:tcPr>
          <w:p w:rsidR="00A976CE" w:rsidRDefault="00A976CE" w:rsidP="00D010D9"/>
          <w:p w:rsidR="00ED7CEF" w:rsidRDefault="00ED7CEF" w:rsidP="00D010D9"/>
          <w:p w:rsidR="00ED7CEF" w:rsidRDefault="00ED7CEF" w:rsidP="00D010D9"/>
          <w:p w:rsidR="00ED7CEF" w:rsidRDefault="00ED7CEF" w:rsidP="00D010D9"/>
          <w:p w:rsidR="00ED7CEF" w:rsidRPr="00D010D9" w:rsidRDefault="00ED7CEF" w:rsidP="00D010D9"/>
        </w:tc>
        <w:tc>
          <w:tcPr>
            <w:tcW w:w="6502" w:type="dxa"/>
            <w:gridSpan w:val="3"/>
            <w:tcBorders>
              <w:top w:val="single" w:sz="2" w:space="0" w:color="999999"/>
            </w:tcBorders>
          </w:tcPr>
          <w:p w:rsidR="00ED7CEF" w:rsidRDefault="00ED7CEF" w:rsidP="00ED7CEF">
            <w:pPr>
              <w:pStyle w:val="Position"/>
            </w:pPr>
          </w:p>
        </w:tc>
        <w:tc>
          <w:tcPr>
            <w:tcW w:w="1958" w:type="dxa"/>
            <w:tcBorders>
              <w:top w:val="single" w:sz="2" w:space="0" w:color="999999"/>
            </w:tcBorders>
            <w:shd w:val="clear" w:color="auto" w:fill="auto"/>
          </w:tcPr>
          <w:p w:rsidR="00A976CE" w:rsidRPr="00D010D9" w:rsidRDefault="00A976CE" w:rsidP="00A976CE">
            <w:pPr>
              <w:pStyle w:val="Dates"/>
            </w:pPr>
          </w:p>
        </w:tc>
      </w:tr>
      <w:tr w:rsidR="00A976CE" w:rsidRPr="00D010D9">
        <w:trPr>
          <w:cantSplit/>
          <w:trHeight w:val="217"/>
        </w:trPr>
        <w:tc>
          <w:tcPr>
            <w:tcW w:w="446" w:type="dxa"/>
            <w:vMerge/>
          </w:tcPr>
          <w:p w:rsidR="00A976CE" w:rsidRPr="00D010D9" w:rsidRDefault="00A976CE" w:rsidP="00D010D9"/>
        </w:tc>
        <w:tc>
          <w:tcPr>
            <w:tcW w:w="8460" w:type="dxa"/>
            <w:gridSpan w:val="4"/>
          </w:tcPr>
          <w:p w:rsidR="00A976CE" w:rsidRDefault="00A976CE" w:rsidP="00D010D9"/>
          <w:p w:rsidR="00ED7CEF" w:rsidRDefault="00ED7CEF" w:rsidP="00D010D9"/>
          <w:p w:rsidR="00ED7CEF" w:rsidRDefault="00ED7CEF" w:rsidP="00D010D9"/>
          <w:p w:rsidR="00ED7CEF" w:rsidRDefault="00ED7CEF" w:rsidP="00D010D9"/>
          <w:p w:rsidR="00ED7CEF" w:rsidRDefault="00ED7CEF" w:rsidP="00D010D9"/>
          <w:p w:rsidR="00ED7CEF" w:rsidRDefault="00ED7CEF" w:rsidP="00D010D9"/>
          <w:p w:rsidR="00ED7CEF" w:rsidRDefault="00ED7CEF" w:rsidP="00D010D9"/>
          <w:p w:rsidR="00ED7CEF" w:rsidRPr="00D010D9" w:rsidRDefault="00ED7CEF" w:rsidP="00D010D9"/>
        </w:tc>
      </w:tr>
      <w:tr w:rsidR="00ED7CEF" w:rsidRPr="00D010D9" w:rsidTr="00C502FF">
        <w:trPr>
          <w:cantSplit/>
          <w:trHeight w:val="218"/>
        </w:trPr>
        <w:tc>
          <w:tcPr>
            <w:tcW w:w="8906" w:type="dxa"/>
            <w:gridSpan w:val="5"/>
            <w:tcBorders>
              <w:top w:val="single" w:sz="2" w:space="0" w:color="999999"/>
              <w:bottom w:val="single" w:sz="2" w:space="0" w:color="999999"/>
            </w:tcBorders>
          </w:tcPr>
          <w:p w:rsidR="00ED7CEF" w:rsidRPr="00D010D9" w:rsidRDefault="00ED7CEF" w:rsidP="00C502FF">
            <w:pPr>
              <w:pStyle w:val="Heading1"/>
            </w:pPr>
            <w:r>
              <w:t>ADDITIONAL WORK EXPERIENCE</w:t>
            </w:r>
          </w:p>
        </w:tc>
      </w:tr>
      <w:tr w:rsidR="00ED7CEF" w:rsidTr="00C502FF">
        <w:trPr>
          <w:gridAfter w:val="3"/>
          <w:wAfter w:w="2404" w:type="dxa"/>
          <w:cantSplit/>
          <w:trHeight w:val="218"/>
        </w:trPr>
        <w:tc>
          <w:tcPr>
            <w:tcW w:w="6502" w:type="dxa"/>
            <w:gridSpan w:val="2"/>
            <w:tcBorders>
              <w:top w:val="single" w:sz="2" w:space="0" w:color="999999"/>
            </w:tcBorders>
          </w:tcPr>
          <w:p w:rsidR="00ED7CEF" w:rsidRDefault="00ED7CEF" w:rsidP="00C502FF">
            <w:pPr>
              <w:pStyle w:val="Position"/>
            </w:pPr>
          </w:p>
          <w:p w:rsidR="00ED7CEF" w:rsidRDefault="00ED7CEF" w:rsidP="00C502FF">
            <w:pPr>
              <w:pStyle w:val="Position"/>
            </w:pPr>
          </w:p>
          <w:p w:rsidR="00ED7CEF" w:rsidRDefault="00ED7CEF" w:rsidP="00C502FF">
            <w:pPr>
              <w:pStyle w:val="Position"/>
            </w:pPr>
          </w:p>
          <w:p w:rsidR="00ED7CEF" w:rsidRDefault="00ED7CEF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</w:tc>
      </w:tr>
    </w:tbl>
    <w:p w:rsidR="00B17D29" w:rsidRDefault="00B17D29" w:rsidP="00D010D9"/>
    <w:tbl>
      <w:tblPr>
        <w:tblW w:w="8906" w:type="dxa"/>
        <w:tblLayout w:type="fixed"/>
        <w:tblLook w:val="0000"/>
      </w:tblPr>
      <w:tblGrid>
        <w:gridCol w:w="6502"/>
        <w:gridCol w:w="2404"/>
      </w:tblGrid>
      <w:tr w:rsidR="00ED7CEF" w:rsidRPr="00D010D9" w:rsidTr="00C502FF">
        <w:trPr>
          <w:cantSplit/>
          <w:trHeight w:val="218"/>
        </w:trPr>
        <w:tc>
          <w:tcPr>
            <w:tcW w:w="8906" w:type="dxa"/>
            <w:gridSpan w:val="2"/>
            <w:tcBorders>
              <w:top w:val="single" w:sz="2" w:space="0" w:color="999999"/>
              <w:bottom w:val="single" w:sz="2" w:space="0" w:color="999999"/>
            </w:tcBorders>
          </w:tcPr>
          <w:p w:rsidR="00ED7CEF" w:rsidRPr="00D010D9" w:rsidRDefault="00ED7CEF" w:rsidP="00C502FF">
            <w:pPr>
              <w:pStyle w:val="Heading1"/>
            </w:pPr>
            <w:r>
              <w:t>Certifications/</w:t>
            </w:r>
            <w:r w:rsidR="003C6E73">
              <w:t>DEgrees</w:t>
            </w:r>
          </w:p>
        </w:tc>
      </w:tr>
      <w:tr w:rsidR="00ED7CEF" w:rsidTr="003C5D02">
        <w:trPr>
          <w:gridAfter w:val="1"/>
          <w:wAfter w:w="2404" w:type="dxa"/>
          <w:cantSplit/>
          <w:trHeight w:val="760"/>
        </w:trPr>
        <w:tc>
          <w:tcPr>
            <w:tcW w:w="6502" w:type="dxa"/>
            <w:tcBorders>
              <w:top w:val="single" w:sz="2" w:space="0" w:color="999999"/>
            </w:tcBorders>
          </w:tcPr>
          <w:p w:rsidR="00ED7CEF" w:rsidRDefault="00ED7CEF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  <w:p w:rsidR="003C5D02" w:rsidRDefault="003C5D02" w:rsidP="00C502FF">
            <w:pPr>
              <w:pStyle w:val="Position"/>
            </w:pPr>
          </w:p>
        </w:tc>
      </w:tr>
    </w:tbl>
    <w:p w:rsidR="00ED7CEF" w:rsidRDefault="00ED7CEF" w:rsidP="00D010D9"/>
    <w:tbl>
      <w:tblPr>
        <w:tblW w:w="8906" w:type="dxa"/>
        <w:tblLayout w:type="fixed"/>
        <w:tblLook w:val="0000"/>
      </w:tblPr>
      <w:tblGrid>
        <w:gridCol w:w="6502"/>
        <w:gridCol w:w="2404"/>
      </w:tblGrid>
      <w:tr w:rsidR="003C6E73" w:rsidRPr="00D010D9" w:rsidTr="00C502FF">
        <w:trPr>
          <w:cantSplit/>
          <w:trHeight w:val="218"/>
        </w:trPr>
        <w:tc>
          <w:tcPr>
            <w:tcW w:w="8906" w:type="dxa"/>
            <w:gridSpan w:val="2"/>
            <w:tcBorders>
              <w:top w:val="single" w:sz="2" w:space="0" w:color="999999"/>
              <w:bottom w:val="single" w:sz="2" w:space="0" w:color="999999"/>
            </w:tcBorders>
          </w:tcPr>
          <w:p w:rsidR="003C6E73" w:rsidRPr="00D010D9" w:rsidRDefault="003C6E73" w:rsidP="00C502FF">
            <w:pPr>
              <w:pStyle w:val="Heading1"/>
            </w:pPr>
            <w:r>
              <w:t>honors</w:t>
            </w:r>
            <w:r>
              <w:t>/Awards</w:t>
            </w:r>
          </w:p>
        </w:tc>
      </w:tr>
      <w:tr w:rsidR="003C6E73" w:rsidTr="00C502FF">
        <w:trPr>
          <w:gridAfter w:val="1"/>
          <w:wAfter w:w="2404" w:type="dxa"/>
          <w:cantSplit/>
          <w:trHeight w:val="218"/>
        </w:trPr>
        <w:tc>
          <w:tcPr>
            <w:tcW w:w="6502" w:type="dxa"/>
            <w:tcBorders>
              <w:top w:val="single" w:sz="2" w:space="0" w:color="999999"/>
            </w:tcBorders>
          </w:tcPr>
          <w:p w:rsidR="003C6E73" w:rsidRDefault="003C6E73" w:rsidP="00C502FF">
            <w:pPr>
              <w:pStyle w:val="Position"/>
            </w:pPr>
          </w:p>
        </w:tc>
      </w:tr>
    </w:tbl>
    <w:p w:rsidR="003C6E73" w:rsidRPr="00D010D9" w:rsidRDefault="003C6E73" w:rsidP="00D010D9"/>
    <w:sectPr w:rsidR="003C6E73" w:rsidRPr="00D010D9" w:rsidSect="001610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742C"/>
    <w:multiLevelType w:val="hybridMultilevel"/>
    <w:tmpl w:val="03927652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1">
    <w:nsid w:val="198702C6"/>
    <w:multiLevelType w:val="hybridMultilevel"/>
    <w:tmpl w:val="06F8D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416E5"/>
    <w:multiLevelType w:val="hybridMultilevel"/>
    <w:tmpl w:val="22BCDA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2CE5FC8"/>
    <w:multiLevelType w:val="hybridMultilevel"/>
    <w:tmpl w:val="803860D4"/>
    <w:lvl w:ilvl="0" w:tplc="371A4BA0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99999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12FF0"/>
    <w:multiLevelType w:val="hybridMultilevel"/>
    <w:tmpl w:val="86443E70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5">
    <w:nsid w:val="644E4AD9"/>
    <w:multiLevelType w:val="hybridMultilevel"/>
    <w:tmpl w:val="66E49BBC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6">
    <w:nsid w:val="66CF5F41"/>
    <w:multiLevelType w:val="hybridMultilevel"/>
    <w:tmpl w:val="F22E98B0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7">
    <w:nsid w:val="7714190B"/>
    <w:multiLevelType w:val="hybridMultilevel"/>
    <w:tmpl w:val="DFDED554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ED7CEF"/>
    <w:rsid w:val="000C0974"/>
    <w:rsid w:val="000C1B3A"/>
    <w:rsid w:val="000D2EFE"/>
    <w:rsid w:val="00161060"/>
    <w:rsid w:val="002644E8"/>
    <w:rsid w:val="003C5D02"/>
    <w:rsid w:val="003C6E73"/>
    <w:rsid w:val="00483A4E"/>
    <w:rsid w:val="00534EF0"/>
    <w:rsid w:val="005A6CC1"/>
    <w:rsid w:val="00624901"/>
    <w:rsid w:val="00717C3D"/>
    <w:rsid w:val="0073189C"/>
    <w:rsid w:val="00775413"/>
    <w:rsid w:val="007C53C6"/>
    <w:rsid w:val="00911485"/>
    <w:rsid w:val="00A976CE"/>
    <w:rsid w:val="00B17D29"/>
    <w:rsid w:val="00B51F14"/>
    <w:rsid w:val="00B949B7"/>
    <w:rsid w:val="00D010D9"/>
    <w:rsid w:val="00ED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4EF0"/>
    <w:pPr>
      <w:spacing w:line="220" w:lineRule="exact"/>
    </w:pPr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534EF0"/>
    <w:pPr>
      <w:spacing w:before="80" w:after="60"/>
      <w:outlineLvl w:val="0"/>
    </w:pPr>
    <w:rPr>
      <w:caps/>
    </w:rPr>
  </w:style>
  <w:style w:type="paragraph" w:styleId="Heading2">
    <w:name w:val="heading 2"/>
    <w:basedOn w:val="Heading1"/>
    <w:next w:val="Normal"/>
    <w:qFormat/>
    <w:rsid w:val="00534EF0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10D9"/>
    <w:rPr>
      <w:rFonts w:cs="Tahoma"/>
    </w:rPr>
  </w:style>
  <w:style w:type="paragraph" w:customStyle="1" w:styleId="ContactInformation">
    <w:name w:val="Contact Information"/>
    <w:basedOn w:val="Normal"/>
    <w:rsid w:val="00911485"/>
    <w:pPr>
      <w:spacing w:line="240" w:lineRule="exact"/>
    </w:pPr>
    <w:rPr>
      <w:szCs w:val="20"/>
    </w:rPr>
  </w:style>
  <w:style w:type="paragraph" w:customStyle="1" w:styleId="bodytext">
    <w:name w:val="body text"/>
    <w:basedOn w:val="Normal"/>
    <w:rsid w:val="000D2EFE"/>
    <w:pPr>
      <w:spacing w:before="60" w:after="160"/>
    </w:pPr>
  </w:style>
  <w:style w:type="paragraph" w:customStyle="1" w:styleId="bulletedlist">
    <w:name w:val="bulleted list"/>
    <w:basedOn w:val="bodytext"/>
    <w:rsid w:val="00534EF0"/>
    <w:pPr>
      <w:numPr>
        <w:numId w:val="7"/>
      </w:numPr>
      <w:spacing w:after="60"/>
    </w:pPr>
  </w:style>
  <w:style w:type="paragraph" w:customStyle="1" w:styleId="Dates">
    <w:name w:val="Dates"/>
    <w:basedOn w:val="Normal"/>
    <w:rsid w:val="00A976CE"/>
    <w:pPr>
      <w:spacing w:before="60"/>
      <w:jc w:val="right"/>
    </w:pPr>
  </w:style>
  <w:style w:type="paragraph" w:customStyle="1" w:styleId="Position">
    <w:name w:val="Position"/>
    <w:basedOn w:val="Normal"/>
    <w:rsid w:val="00A976CE"/>
    <w:pPr>
      <w:spacing w:before="60"/>
    </w:pPr>
    <w:rPr>
      <w:b/>
    </w:rPr>
  </w:style>
  <w:style w:type="paragraph" w:customStyle="1" w:styleId="Location">
    <w:name w:val="Location"/>
    <w:basedOn w:val="Normal"/>
    <w:link w:val="LocationCharChar"/>
    <w:rsid w:val="000C0974"/>
    <w:rPr>
      <w:i/>
    </w:rPr>
  </w:style>
  <w:style w:type="character" w:customStyle="1" w:styleId="LocationCharChar">
    <w:name w:val="Location Char Char"/>
    <w:basedOn w:val="DefaultParagraphFont"/>
    <w:link w:val="Location"/>
    <w:rsid w:val="000C0974"/>
    <w:rPr>
      <w:rFonts w:ascii="Tahoma" w:hAnsi="Tahoma"/>
      <w:i/>
      <w:spacing w:val="10"/>
      <w:sz w:val="16"/>
      <w:szCs w:val="16"/>
      <w:lang w:val="en-US" w:eastAsia="en-US" w:bidi="ar-SA"/>
    </w:rPr>
  </w:style>
  <w:style w:type="paragraph" w:customStyle="1" w:styleId="e-mailaddress">
    <w:name w:val="e-mail address"/>
    <w:basedOn w:val="Normal"/>
    <w:rsid w:val="00911485"/>
    <w:pPr>
      <w:spacing w:after="200" w:line="240" w:lineRule="exact"/>
    </w:pPr>
    <w:rPr>
      <w:szCs w:val="20"/>
    </w:rPr>
  </w:style>
  <w:style w:type="paragraph" w:customStyle="1" w:styleId="bulletedlistlastitem">
    <w:name w:val="bulleted list last item"/>
    <w:basedOn w:val="bulletedlist"/>
    <w:rsid w:val="000D2EFE"/>
    <w:pPr>
      <w:spacing w:after="2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eoples\AppData\Roaming\Microsoft\Templates\TP03000414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32CD736-CBF6-4691-9B5C-1FC670EB3BE4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918F3109-A761-4EBA-91C5-5F80A94B51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A0217C-D616-4F75-88FC-F35CC6740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TP030004143</Template>
  <TotalTime>12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3</cp:revision>
  <cp:lastPrinted>2003-10-10T17:13:00Z</cp:lastPrinted>
  <dcterms:created xsi:type="dcterms:W3CDTF">2010-09-15T01:57:00Z</dcterms:created>
  <dcterms:modified xsi:type="dcterms:W3CDTF">2010-09-15T02:17:00Z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TC300041439990</vt:lpwstr>
  </property>
</Properties>
</file>